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6E73007B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34153F">
            <w:rPr>
              <w:rFonts w:ascii="Verdana" w:hAnsi="Verdana" w:cstheme="minorHAnsi"/>
              <w:b/>
              <w:sz w:val="20"/>
            </w:rPr>
            <w:t>4317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34153F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Budowa sieci SN i </w:t>
      </w:r>
      <w:proofErr w:type="spellStart"/>
      <w:r w:rsidR="0034153F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nN</w:t>
      </w:r>
      <w:proofErr w:type="spellEnd"/>
      <w:r w:rsidR="0034153F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w celu zasilenia nowych odbiorców na terenie działalności </w:t>
      </w:r>
      <w:proofErr w:type="spellStart"/>
      <w:r w:rsidR="0034153F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34153F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 Energetyczny Białystok Miasto i Białystok Teren - 3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lastRenderedPageBreak/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AAD9607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34153F">
            <w:rPr>
              <w:rFonts w:asciiTheme="majorHAnsi" w:hAnsiTheme="majorHAnsi"/>
              <w:color w:val="000000" w:themeColor="text1"/>
              <w:sz w:val="14"/>
              <w:szCs w:val="18"/>
            </w:rPr>
            <w:t>4317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153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75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200994"/>
    <w:rsid w:val="009E5850"/>
    <w:rsid w:val="00A8789F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4317_Załącznik nr 11 do SWZ.docx</dmsv2BaseFileName>
    <dmsv2BaseDisplayName xmlns="http://schemas.microsoft.com/sharepoint/v3">4317_Załącznik nr 11 do SWZ</dmsv2BaseDisplayName>
    <dmsv2SWPP2ObjectNumber xmlns="http://schemas.microsoft.com/sharepoint/v3">POST/DYS/OB/GZ/04317/2025                         </dmsv2SWPP2ObjectNumber>
    <dmsv2SWPP2SumMD5 xmlns="http://schemas.microsoft.com/sharepoint/v3">44cb0cb67bbccb4b68f3f9f0a8195695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23908493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JEUP5JKVCYQC-1440096624-16102</_dlc_DocId>
    <_dlc_DocIdUrl xmlns="a19cb1c7-c5c7-46d4-85ae-d83685407bba">
      <Url>https://swpp2.dms.gkpge.pl/sites/41/_layouts/15/DocIdRedir.aspx?ID=JEUP5JKVCYQC-1440096624-16102</Url>
      <Description>JEUP5JKVCYQC-1440096624-16102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FC6698-C259-44EE-A476-1B0CDF88DD7F}"/>
</file>

<file path=customXml/itemProps5.xml><?xml version="1.0" encoding="utf-8"?>
<ds:datastoreItem xmlns:ds="http://schemas.openxmlformats.org/officeDocument/2006/customXml" ds:itemID="{9465608F-BC25-45AF-A32B-922D59EBD3C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POST/DYS/OB/GZ/04317/2025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2025-12-01T14:18:00Z</dcterms:created>
  <dcterms:modified xsi:type="dcterms:W3CDTF">2025-12-01T14:18:00Z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a9d24abe-0d4e-411a-a12e-b4382409421a</vt:lpwstr>
  </property>
</Properties>
</file>